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0DC" w:rsidRPr="00122970" w:rsidRDefault="00F700DC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F700DC" w:rsidRDefault="00F700DC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F700DC" w:rsidRPr="00371B2B" w:rsidRDefault="00F700DC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F700DC" w:rsidRPr="00371B2B" w:rsidRDefault="00F700DC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</w:p>
    <w:p w:rsidR="00F700DC" w:rsidRDefault="00F700DC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F700DC" w:rsidRPr="00371B2B" w:rsidRDefault="00F700DC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F700DC" w:rsidRPr="00371B2B" w:rsidRDefault="00F700DC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F700DC" w:rsidRDefault="00F700DC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F700DC" w:rsidRDefault="00F700D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Odbiorca: </w:t>
      </w:r>
      <w:r w:rsidRPr="00F44F42">
        <w:rPr>
          <w:rFonts w:eastAsia="Calibri" w:cs="Times New Roman"/>
          <w:b/>
          <w:noProof/>
          <w:szCs w:val="24"/>
          <w:lang w:eastAsia="en-US"/>
        </w:rPr>
        <w:t>Zespół Szkolno-Przedszkolny w Czerminie</w:t>
      </w:r>
    </w:p>
    <w:p w:rsidR="00F700DC" w:rsidRPr="00144DB4" w:rsidRDefault="00F700DC" w:rsidP="00144DB4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i/>
          <w:szCs w:val="24"/>
          <w:lang w:eastAsia="en-US"/>
        </w:rPr>
      </w:pPr>
      <w:r>
        <w:rPr>
          <w:rFonts w:eastAsia="Calibri" w:cs="Times New Roman"/>
          <w:i/>
          <w:szCs w:val="24"/>
          <w:lang w:eastAsia="en-US"/>
        </w:rPr>
        <w:t xml:space="preserve">(jednostka organizacyjna Nabywcy: </w:t>
      </w:r>
      <w:r w:rsidRPr="00F44F42">
        <w:rPr>
          <w:rFonts w:eastAsia="Calibri" w:cs="Times New Roman"/>
          <w:i/>
          <w:noProof/>
          <w:szCs w:val="24"/>
          <w:lang w:eastAsia="en-US"/>
        </w:rPr>
        <w:t>Gmina Czermin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Czermin 140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39-304 Czermin</w:t>
      </w:r>
      <w:r>
        <w:rPr>
          <w:rFonts w:eastAsia="Calibri" w:cs="Times New Roman"/>
          <w:i/>
          <w:szCs w:val="24"/>
          <w:lang w:eastAsia="en-US"/>
        </w:rPr>
        <w:t>)</w:t>
      </w:r>
    </w:p>
    <w:p w:rsidR="00F700DC" w:rsidRPr="00371B2B" w:rsidRDefault="00F700D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F700DC" w:rsidRDefault="00F700DC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F700DC" w:rsidRPr="00122970" w:rsidRDefault="00F700DC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F700DC" w:rsidRPr="00371B2B" w:rsidRDefault="00F700DC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F700DC" w:rsidRDefault="00F700D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F700DC" w:rsidRPr="00122970" w:rsidRDefault="00F700D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F700DC" w:rsidRPr="00F36C31" w:rsidRDefault="00F700D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F700DC" w:rsidRDefault="00F700D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F700DC" w:rsidRPr="00122970" w:rsidRDefault="00F700DC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F700DC" w:rsidRDefault="00F700D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Czermin 454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39-304 Czermin</w:t>
      </w:r>
    </w:p>
    <w:p w:rsidR="00F700DC" w:rsidRPr="00F36C31" w:rsidRDefault="00F700D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F700DC" w:rsidRPr="00F36C31" w:rsidRDefault="00F700D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F700DC" w:rsidRPr="00122970" w:rsidRDefault="00F700D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F700DC" w:rsidRDefault="00F700D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spczermin@interia.pl</w:t>
      </w:r>
    </w:p>
    <w:p w:rsidR="00F700DC" w:rsidRPr="00F36C31" w:rsidRDefault="00F700D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F700DC" w:rsidRPr="007D3844" w:rsidRDefault="00F700D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F700DC" w:rsidRPr="00122970" w:rsidRDefault="00F700D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F700DC" w:rsidRDefault="00F700D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(17) 774-03-15</w:t>
      </w:r>
    </w:p>
    <w:p w:rsidR="00F700DC" w:rsidRPr="00F36C31" w:rsidRDefault="00F700D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F700DC" w:rsidRDefault="00F700D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F700DC" w:rsidRPr="00122970" w:rsidRDefault="00F700D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F700DC" w:rsidRPr="00371B2B" w:rsidRDefault="00F700DC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8172175391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F700DC" w:rsidRDefault="00F700DC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F700DC" w:rsidRDefault="00F700DC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F700DC" w:rsidRPr="00371B2B" w:rsidTr="006A1006">
        <w:tc>
          <w:tcPr>
            <w:tcW w:w="421" w:type="dxa"/>
          </w:tcPr>
          <w:p w:rsidR="00F700DC" w:rsidRPr="006930BA" w:rsidRDefault="00F700DC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F700DC" w:rsidRPr="00371B2B" w:rsidRDefault="00F700DC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F700DC" w:rsidRDefault="00F700DC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F700DC" w:rsidRPr="00371B2B" w:rsidTr="006A1006">
        <w:tc>
          <w:tcPr>
            <w:tcW w:w="421" w:type="dxa"/>
          </w:tcPr>
          <w:p w:rsidR="00F700DC" w:rsidRPr="00371B2B" w:rsidRDefault="00F700DC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F700DC" w:rsidRPr="00371B2B" w:rsidRDefault="00F700DC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F700DC" w:rsidRPr="00371B2B" w:rsidRDefault="00F700DC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700DC" w:rsidRPr="00371B2B" w:rsidTr="006A1006">
        <w:tc>
          <w:tcPr>
            <w:tcW w:w="421" w:type="dxa"/>
          </w:tcPr>
          <w:p w:rsidR="00F700DC" w:rsidRPr="00371B2B" w:rsidRDefault="00F700DC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F700DC" w:rsidRDefault="00F700D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F700DC" w:rsidRPr="00371B2B" w:rsidRDefault="00F700D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700DC" w:rsidRPr="00371B2B" w:rsidTr="006A1006">
        <w:tc>
          <w:tcPr>
            <w:tcW w:w="421" w:type="dxa"/>
          </w:tcPr>
          <w:p w:rsidR="00F700DC" w:rsidRPr="00371B2B" w:rsidRDefault="00F700DC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F700DC" w:rsidRDefault="00F700D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F700DC" w:rsidRDefault="00F700D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700DC" w:rsidRPr="00371B2B" w:rsidTr="006A1006">
        <w:tc>
          <w:tcPr>
            <w:tcW w:w="421" w:type="dxa"/>
          </w:tcPr>
          <w:p w:rsidR="00F700DC" w:rsidRPr="00371B2B" w:rsidRDefault="00F700D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700DC" w:rsidRDefault="00F700D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F700DC" w:rsidRDefault="00F700DC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700DC" w:rsidRPr="00371B2B" w:rsidTr="006A1006">
        <w:tc>
          <w:tcPr>
            <w:tcW w:w="421" w:type="dxa"/>
          </w:tcPr>
          <w:p w:rsidR="00F700DC" w:rsidRPr="00371B2B" w:rsidRDefault="00F700D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700DC" w:rsidRDefault="00F700DC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F700DC" w:rsidRPr="00371B2B" w:rsidRDefault="00F700DC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700DC" w:rsidRPr="00371B2B" w:rsidTr="006A1006">
        <w:tc>
          <w:tcPr>
            <w:tcW w:w="421" w:type="dxa"/>
          </w:tcPr>
          <w:p w:rsidR="00F700DC" w:rsidRPr="00371B2B" w:rsidRDefault="00F700D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700DC" w:rsidRDefault="00F700DC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F700DC" w:rsidRPr="00371B2B" w:rsidRDefault="00F700D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700DC" w:rsidRPr="00371B2B" w:rsidTr="006A1006">
        <w:tc>
          <w:tcPr>
            <w:tcW w:w="421" w:type="dxa"/>
          </w:tcPr>
          <w:p w:rsidR="00F700DC" w:rsidRPr="00371B2B" w:rsidRDefault="00F700D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F700DC" w:rsidRDefault="00F700D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F700DC" w:rsidRDefault="00F700DC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F700DC" w:rsidRDefault="00F700DC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F700DC" w:rsidRPr="00371B2B" w:rsidRDefault="00F700D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700DC" w:rsidRPr="00371B2B" w:rsidTr="006A1006">
        <w:tc>
          <w:tcPr>
            <w:tcW w:w="421" w:type="dxa"/>
          </w:tcPr>
          <w:p w:rsidR="00F700DC" w:rsidRPr="00371B2B" w:rsidRDefault="00F700D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700DC" w:rsidRDefault="00F700D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F700DC" w:rsidRPr="00371B2B" w:rsidRDefault="00F700DC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700DC" w:rsidRPr="00371B2B" w:rsidTr="006A1006">
        <w:tc>
          <w:tcPr>
            <w:tcW w:w="421" w:type="dxa"/>
          </w:tcPr>
          <w:p w:rsidR="00F700DC" w:rsidRPr="00371B2B" w:rsidRDefault="00F700D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700DC" w:rsidRPr="009C5635" w:rsidRDefault="00F700DC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F700DC" w:rsidRPr="009C5635" w:rsidRDefault="00F700DC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700DC" w:rsidRPr="009C5635" w:rsidTr="006A1006">
        <w:tc>
          <w:tcPr>
            <w:tcW w:w="421" w:type="dxa"/>
          </w:tcPr>
          <w:p w:rsidR="00F700DC" w:rsidRPr="009C5635" w:rsidRDefault="00F700D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700DC" w:rsidRPr="009C5635" w:rsidRDefault="00F700DC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F700DC" w:rsidRPr="009C5635" w:rsidRDefault="00F700DC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700DC" w:rsidRPr="009C5635" w:rsidTr="006A1006">
        <w:tc>
          <w:tcPr>
            <w:tcW w:w="421" w:type="dxa"/>
          </w:tcPr>
          <w:p w:rsidR="00F700DC" w:rsidRPr="009C5635" w:rsidRDefault="00F700D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700DC" w:rsidRPr="009C5635" w:rsidRDefault="00F700D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F700DC" w:rsidRPr="009C5635" w:rsidRDefault="00F700D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700DC" w:rsidRPr="009C5635" w:rsidTr="006A1006">
        <w:tc>
          <w:tcPr>
            <w:tcW w:w="421" w:type="dxa"/>
          </w:tcPr>
          <w:p w:rsidR="00F700DC" w:rsidRPr="009C5635" w:rsidRDefault="00F700D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700DC" w:rsidRPr="009C5635" w:rsidRDefault="00F700D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F700DC" w:rsidRPr="009C5635" w:rsidRDefault="00F700D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700DC" w:rsidRPr="009C5635" w:rsidTr="006A1006">
        <w:tc>
          <w:tcPr>
            <w:tcW w:w="421" w:type="dxa"/>
          </w:tcPr>
          <w:p w:rsidR="00F700DC" w:rsidRPr="009C5635" w:rsidRDefault="00F700D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700DC" w:rsidRDefault="00F700DC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F700DC" w:rsidRDefault="00F700D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700DC" w:rsidRPr="00371B2B" w:rsidTr="006A1006">
        <w:tc>
          <w:tcPr>
            <w:tcW w:w="421" w:type="dxa"/>
          </w:tcPr>
          <w:p w:rsidR="00F700DC" w:rsidRPr="00371B2B" w:rsidRDefault="00F700D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700DC" w:rsidRDefault="00F700D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F700DC" w:rsidRPr="00371B2B" w:rsidRDefault="00F700D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700DC" w:rsidRPr="00371B2B" w:rsidTr="006A1006">
        <w:tc>
          <w:tcPr>
            <w:tcW w:w="421" w:type="dxa"/>
          </w:tcPr>
          <w:p w:rsidR="00F700DC" w:rsidRPr="00371B2B" w:rsidRDefault="00F700D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700DC" w:rsidRDefault="00F700DC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F700DC" w:rsidRDefault="00F700DC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F700DC" w:rsidRPr="00371B2B" w:rsidRDefault="00F700D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700DC" w:rsidRPr="00371B2B" w:rsidTr="006A1006">
        <w:tc>
          <w:tcPr>
            <w:tcW w:w="421" w:type="dxa"/>
          </w:tcPr>
          <w:p w:rsidR="00F700DC" w:rsidRPr="00371B2B" w:rsidRDefault="00F700D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700DC" w:rsidRPr="00371B2B" w:rsidRDefault="00F700D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F700DC" w:rsidRPr="00371B2B" w:rsidRDefault="00F700D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700DC" w:rsidRPr="00371B2B" w:rsidTr="006A1006">
        <w:tc>
          <w:tcPr>
            <w:tcW w:w="421" w:type="dxa"/>
          </w:tcPr>
          <w:p w:rsidR="00F700DC" w:rsidRPr="00371B2B" w:rsidRDefault="00F700D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700DC" w:rsidRDefault="00F700D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F700DC" w:rsidRDefault="00F700DC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700DC" w:rsidRPr="00371B2B" w:rsidTr="006A1006">
        <w:tc>
          <w:tcPr>
            <w:tcW w:w="421" w:type="dxa"/>
          </w:tcPr>
          <w:p w:rsidR="00F700DC" w:rsidRPr="00371B2B" w:rsidRDefault="00F700D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700DC" w:rsidRDefault="00F700D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F700DC" w:rsidRDefault="00F700DC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700DC" w:rsidRPr="00371B2B" w:rsidTr="006A1006">
        <w:tc>
          <w:tcPr>
            <w:tcW w:w="421" w:type="dxa"/>
          </w:tcPr>
          <w:p w:rsidR="00F700DC" w:rsidRPr="00371B2B" w:rsidRDefault="00F700D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700DC" w:rsidRDefault="00F700DC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F700DC" w:rsidRDefault="00F700DC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700DC" w:rsidRPr="00371B2B" w:rsidTr="006A1006">
        <w:tc>
          <w:tcPr>
            <w:tcW w:w="421" w:type="dxa"/>
          </w:tcPr>
          <w:p w:rsidR="00F700DC" w:rsidRPr="00371B2B" w:rsidRDefault="00F700D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700DC" w:rsidRDefault="00F700D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F700DC" w:rsidRDefault="00F700D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700DC" w:rsidRPr="00371B2B" w:rsidTr="006A1006">
        <w:tc>
          <w:tcPr>
            <w:tcW w:w="421" w:type="dxa"/>
          </w:tcPr>
          <w:p w:rsidR="00F700DC" w:rsidRPr="00371B2B" w:rsidRDefault="00F700D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700DC" w:rsidRDefault="00F700D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F700DC" w:rsidRDefault="00F700D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700DC" w:rsidRPr="00371B2B" w:rsidTr="006A1006">
        <w:tc>
          <w:tcPr>
            <w:tcW w:w="421" w:type="dxa"/>
          </w:tcPr>
          <w:p w:rsidR="00F700DC" w:rsidRPr="00371B2B" w:rsidRDefault="00F700D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700DC" w:rsidRDefault="00F700D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F700DC" w:rsidRDefault="00F700D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700DC" w:rsidRPr="00371B2B" w:rsidTr="006A1006">
        <w:tc>
          <w:tcPr>
            <w:tcW w:w="421" w:type="dxa"/>
          </w:tcPr>
          <w:p w:rsidR="00F700DC" w:rsidRPr="00371B2B" w:rsidRDefault="00F700D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700DC" w:rsidRDefault="00F700DC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F700DC" w:rsidRDefault="00F700DC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700DC" w:rsidRPr="00371B2B" w:rsidTr="006A1006">
        <w:tc>
          <w:tcPr>
            <w:tcW w:w="421" w:type="dxa"/>
          </w:tcPr>
          <w:p w:rsidR="00F700DC" w:rsidRPr="00371B2B" w:rsidRDefault="00F700D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700DC" w:rsidRDefault="00F700D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F700DC" w:rsidRPr="008611E1" w:rsidRDefault="00F700D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700DC" w:rsidRPr="00371B2B" w:rsidTr="006A1006">
        <w:tc>
          <w:tcPr>
            <w:tcW w:w="421" w:type="dxa"/>
          </w:tcPr>
          <w:p w:rsidR="00F700DC" w:rsidRPr="00371B2B" w:rsidRDefault="00F700D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700DC" w:rsidRDefault="00F700DC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F700DC" w:rsidRPr="008611E1" w:rsidRDefault="00F700DC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700DC" w:rsidRPr="00371B2B" w:rsidTr="006A1006">
        <w:tc>
          <w:tcPr>
            <w:tcW w:w="421" w:type="dxa"/>
          </w:tcPr>
          <w:p w:rsidR="00F700DC" w:rsidRPr="00371B2B" w:rsidRDefault="00F700D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700DC" w:rsidRPr="00763E28" w:rsidRDefault="00F700DC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F700DC" w:rsidRPr="00371B2B" w:rsidRDefault="00F700DC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F700DC" w:rsidRPr="009C5635" w:rsidRDefault="00F700DC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F700DC" w:rsidRPr="00AD7837" w:rsidTr="00617577">
        <w:trPr>
          <w:trHeight w:val="413"/>
        </w:trPr>
        <w:tc>
          <w:tcPr>
            <w:tcW w:w="534" w:type="dxa"/>
          </w:tcPr>
          <w:p w:rsidR="00F700DC" w:rsidRPr="00AD7837" w:rsidRDefault="00F700D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F700DC" w:rsidRPr="00AD7837" w:rsidRDefault="00F700DC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F700DC" w:rsidRPr="00AD7837" w:rsidRDefault="00F700D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F700DC" w:rsidRPr="00AD7837" w:rsidRDefault="00F700D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F700DC" w:rsidRPr="00AD7837" w:rsidRDefault="00F700D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F700DC" w:rsidRPr="00AD7837" w:rsidRDefault="00F700D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F700DC" w:rsidRPr="00AD7837" w:rsidRDefault="00F700D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F700DC" w:rsidRPr="00AD7837" w:rsidTr="00617577">
        <w:trPr>
          <w:trHeight w:val="559"/>
        </w:trPr>
        <w:tc>
          <w:tcPr>
            <w:tcW w:w="534" w:type="dxa"/>
            <w:vMerge w:val="restart"/>
          </w:tcPr>
          <w:p w:rsidR="00F700DC" w:rsidRPr="00AD7837" w:rsidRDefault="00F700D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F700DC" w:rsidRPr="00AD7837" w:rsidRDefault="00F700DC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F700DC" w:rsidRPr="00AD7837" w:rsidRDefault="00F700D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F700DC" w:rsidRPr="00AD7837" w:rsidRDefault="00F700D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F700DC" w:rsidRPr="00AD7837" w:rsidRDefault="00F700DC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F700DC" w:rsidRPr="00A33AEA" w:rsidRDefault="00F700DC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F700DC" w:rsidRPr="00AD7837" w:rsidRDefault="00F700D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F700DC" w:rsidRPr="00AD7837" w:rsidTr="00617577">
        <w:trPr>
          <w:trHeight w:val="318"/>
        </w:trPr>
        <w:tc>
          <w:tcPr>
            <w:tcW w:w="534" w:type="dxa"/>
            <w:vMerge/>
          </w:tcPr>
          <w:p w:rsidR="00F700DC" w:rsidRPr="00AD7837" w:rsidRDefault="00F700D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F700DC" w:rsidRPr="00AD7837" w:rsidRDefault="00F700D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F700DC" w:rsidRPr="00AD7837" w:rsidRDefault="00F700D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F700DC" w:rsidRPr="00AD7837" w:rsidRDefault="00F700D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F700DC" w:rsidRPr="00AD7837" w:rsidRDefault="00F700D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F700DC" w:rsidRPr="00AD7837" w:rsidRDefault="00F700D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F700DC" w:rsidRPr="00AD7837" w:rsidRDefault="00F700DC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F700DC" w:rsidRPr="00AD7837" w:rsidRDefault="00F700DC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F700DC" w:rsidRPr="00AD7837" w:rsidTr="00617577">
        <w:trPr>
          <w:trHeight w:val="962"/>
        </w:trPr>
        <w:tc>
          <w:tcPr>
            <w:tcW w:w="534" w:type="dxa"/>
            <w:vMerge/>
          </w:tcPr>
          <w:p w:rsidR="00F700DC" w:rsidRPr="00AD7837" w:rsidRDefault="00F700D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F700DC" w:rsidRPr="00AD7837" w:rsidRDefault="00F700D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F700DC" w:rsidRPr="00AD7837" w:rsidRDefault="00F700D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F700DC" w:rsidRPr="00AD7837" w:rsidRDefault="00F700D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F700DC" w:rsidRPr="00AD7837" w:rsidRDefault="00F700D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F700DC" w:rsidRPr="00AD7837" w:rsidRDefault="00F700D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F700DC" w:rsidRPr="00AD7837" w:rsidRDefault="00F700DC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F700DC" w:rsidRPr="00AD7837" w:rsidRDefault="00F700DC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F700DC" w:rsidRPr="00AD7837" w:rsidTr="00617577">
        <w:trPr>
          <w:trHeight w:val="408"/>
        </w:trPr>
        <w:tc>
          <w:tcPr>
            <w:tcW w:w="534" w:type="dxa"/>
            <w:vAlign w:val="center"/>
          </w:tcPr>
          <w:p w:rsidR="00F700DC" w:rsidRPr="00412B9E" w:rsidRDefault="00F700DC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F700DC" w:rsidRPr="00412B9E" w:rsidRDefault="00F700DC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8018590365500019354601</w:t>
            </w:r>
          </w:p>
        </w:tc>
        <w:tc>
          <w:tcPr>
            <w:tcW w:w="1701" w:type="dxa"/>
            <w:vAlign w:val="center"/>
          </w:tcPr>
          <w:p w:rsidR="00F700DC" w:rsidRDefault="00F700DC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Czermin 454</w:t>
            </w:r>
          </w:p>
          <w:p w:rsidR="00F700DC" w:rsidRPr="00412B9E" w:rsidRDefault="00F700DC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39-304 Czermin</w:t>
            </w:r>
          </w:p>
        </w:tc>
        <w:tc>
          <w:tcPr>
            <w:tcW w:w="1075" w:type="dxa"/>
            <w:vAlign w:val="center"/>
          </w:tcPr>
          <w:p w:rsidR="00F700DC" w:rsidRPr="00412B9E" w:rsidRDefault="00F700DC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F700DC" w:rsidRPr="00412B9E" w:rsidRDefault="00F700DC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F700DC" w:rsidRPr="00412B9E" w:rsidRDefault="00F700DC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F700DC" w:rsidRPr="00412B9E" w:rsidRDefault="00F700DC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F700DC" w:rsidRPr="00412B9E" w:rsidRDefault="001F2799" w:rsidP="001F279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F700DC" w:rsidRPr="00AD7837" w:rsidTr="00617577">
        <w:trPr>
          <w:trHeight w:val="444"/>
        </w:trPr>
        <w:tc>
          <w:tcPr>
            <w:tcW w:w="534" w:type="dxa"/>
            <w:vAlign w:val="center"/>
          </w:tcPr>
          <w:p w:rsidR="00F700DC" w:rsidRPr="00412B9E" w:rsidRDefault="00F700DC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:rsidR="00F700DC" w:rsidRPr="00412B9E" w:rsidRDefault="00F700DC" w:rsidP="00911A3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8018590365500086268696</w:t>
            </w:r>
          </w:p>
        </w:tc>
        <w:tc>
          <w:tcPr>
            <w:tcW w:w="1701" w:type="dxa"/>
            <w:vAlign w:val="center"/>
          </w:tcPr>
          <w:p w:rsidR="00F700DC" w:rsidRDefault="00F700DC" w:rsidP="0060245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Czermin 454</w:t>
            </w:r>
          </w:p>
          <w:p w:rsidR="00F700DC" w:rsidRPr="00412B9E" w:rsidRDefault="00F700DC" w:rsidP="0060245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39-304 Czermi</w:t>
            </w:r>
            <w:r w:rsidR="009C1E66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n</w:t>
            </w:r>
          </w:p>
        </w:tc>
        <w:tc>
          <w:tcPr>
            <w:tcW w:w="1075" w:type="dxa"/>
            <w:vAlign w:val="center"/>
          </w:tcPr>
          <w:p w:rsidR="00F700DC" w:rsidRPr="00412B9E" w:rsidRDefault="00F700DC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F700DC" w:rsidRPr="00412B9E" w:rsidRDefault="00F700DC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F700DC" w:rsidRPr="00412B9E" w:rsidRDefault="00F700DC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F700DC" w:rsidRPr="00412B9E" w:rsidRDefault="00F700DC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F700DC" w:rsidRPr="00412B9E" w:rsidRDefault="001F2799" w:rsidP="001F279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</w:tbl>
    <w:p w:rsidR="00F700DC" w:rsidRPr="008611E1" w:rsidRDefault="00F700DC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F700DC" w:rsidRPr="008611E1" w:rsidRDefault="00F700DC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F700DC" w:rsidRDefault="00F700DC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 xml:space="preserve">Jestem świadomy odpowiedzialności karnej za złożenie fałszywego oświadczenia </w:t>
      </w:r>
      <w:bookmarkStart w:id="0" w:name="_GoBack"/>
      <w:bookmarkEnd w:id="0"/>
      <w:r w:rsidRPr="00A40103">
        <w:rPr>
          <w:rFonts w:eastAsia="Calibri" w:cs="Times New Roman"/>
          <w:szCs w:val="24"/>
          <w:lang w:eastAsia="en-US"/>
        </w:rPr>
        <w:t>wynikającej z art. 233 § 6 ustawy z dnia 6 czerwca 1997 r. – Kodeks karny.</w:t>
      </w:r>
    </w:p>
    <w:p w:rsidR="00F700DC" w:rsidRDefault="00F700DC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F700DC" w:rsidRPr="004760F6" w:rsidTr="002C13B3">
        <w:trPr>
          <w:trHeight w:val="309"/>
        </w:trPr>
        <w:tc>
          <w:tcPr>
            <w:tcW w:w="2694" w:type="dxa"/>
          </w:tcPr>
          <w:p w:rsidR="00F700DC" w:rsidRPr="004760F6" w:rsidRDefault="00F700DC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F700DC" w:rsidRPr="004760F6" w:rsidRDefault="00F700DC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F700DC" w:rsidRPr="004760F6" w:rsidRDefault="00F700DC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F700DC" w:rsidRPr="004760F6" w:rsidTr="002C13B3">
        <w:trPr>
          <w:trHeight w:val="689"/>
        </w:trPr>
        <w:tc>
          <w:tcPr>
            <w:tcW w:w="2694" w:type="dxa"/>
          </w:tcPr>
          <w:p w:rsidR="00F700DC" w:rsidRPr="004760F6" w:rsidRDefault="00F700DC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F700DC" w:rsidRPr="004760F6" w:rsidRDefault="00F700DC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F700DC" w:rsidRPr="004760F6" w:rsidRDefault="00F700DC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F700DC" w:rsidRPr="00B63457" w:rsidRDefault="00F700DC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F700DC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29F" w:rsidRDefault="00C8429F">
      <w:r>
        <w:separator/>
      </w:r>
    </w:p>
  </w:endnote>
  <w:endnote w:type="continuationSeparator" w:id="0">
    <w:p w:rsidR="00C8429F" w:rsidRDefault="00C84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29F" w:rsidRDefault="00C8429F">
      <w:r>
        <w:separator/>
      </w:r>
    </w:p>
  </w:footnote>
  <w:footnote w:type="continuationSeparator" w:id="0">
    <w:p w:rsidR="00C8429F" w:rsidRDefault="00C8429F">
      <w:r>
        <w:continuationSeparator/>
      </w:r>
    </w:p>
  </w:footnote>
  <w:footnote w:id="1">
    <w:p w:rsidR="00F700DC" w:rsidRPr="00EF7F64" w:rsidRDefault="00F700DC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F700DC" w:rsidRPr="00EF7F64" w:rsidRDefault="00F700DC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F700DC" w:rsidRPr="00EF7F64" w:rsidRDefault="00F700DC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F700DC" w:rsidRDefault="00F700DC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F700DC" w:rsidRPr="00822183" w:rsidRDefault="00F700DC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F700DC" w:rsidRDefault="00F700DC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F700DC" w:rsidRPr="00D23820" w:rsidRDefault="00F700DC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F700DC" w:rsidRPr="008611E1" w:rsidRDefault="00F700DC">
      <w:pPr>
        <w:pStyle w:val="Tekstprzypisudolnego"/>
        <w:rPr>
          <w:sz w:val="2"/>
          <w:szCs w:val="2"/>
        </w:rPr>
      </w:pPr>
    </w:p>
  </w:footnote>
  <w:footnote w:id="9">
    <w:p w:rsidR="00F700DC" w:rsidRPr="008611E1" w:rsidRDefault="00F700DC" w:rsidP="00CD0317">
      <w:pPr>
        <w:pStyle w:val="Tekstprzypisudolnego"/>
        <w:rPr>
          <w:sz w:val="2"/>
          <w:szCs w:val="2"/>
        </w:rPr>
      </w:pPr>
    </w:p>
  </w:footnote>
  <w:footnote w:id="10">
    <w:p w:rsidR="00F700DC" w:rsidRPr="008611E1" w:rsidRDefault="00F700DC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258" w:rsidRPr="00122970" w:rsidRDefault="00223258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1F2799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2799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4BF9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1E66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4763"/>
    <w:rsid w:val="00C16141"/>
    <w:rsid w:val="00C201A2"/>
    <w:rsid w:val="00C2363F"/>
    <w:rsid w:val="00C236C8"/>
    <w:rsid w:val="00C260B1"/>
    <w:rsid w:val="00C26E56"/>
    <w:rsid w:val="00C31406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3DA"/>
    <w:rsid w:val="00C8259F"/>
    <w:rsid w:val="00C82746"/>
    <w:rsid w:val="00C8312F"/>
    <w:rsid w:val="00C83F19"/>
    <w:rsid w:val="00C8429F"/>
    <w:rsid w:val="00C84C47"/>
    <w:rsid w:val="00C858A4"/>
    <w:rsid w:val="00C85BAA"/>
    <w:rsid w:val="00C86AFA"/>
    <w:rsid w:val="00C94591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00DC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60ED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453EFC0-DE64-4221-9521-C1C9076F2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4</TotalTime>
  <Pages>5</Pages>
  <Words>1158</Words>
  <Characters>6950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3</cp:revision>
  <cp:lastPrinted>2022-01-14T11:37:00Z</cp:lastPrinted>
  <dcterms:created xsi:type="dcterms:W3CDTF">2022-07-03T08:36:00Z</dcterms:created>
  <dcterms:modified xsi:type="dcterms:W3CDTF">2022-08-09T09:26:00Z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